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37" w:rsidRPr="00861537" w:rsidRDefault="00A30F66" w:rsidP="00861537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>Załącznik nr 5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61537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61537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61537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UMOWA Nr  WRIP.3432.10b….2012</w:t>
      </w: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861537" w:rsidRPr="00861537" w:rsidRDefault="00861537" w:rsidP="00861537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861537" w:rsidRPr="00861537" w:rsidRDefault="00861537" w:rsidP="00861537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861537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a 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861537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1</w:t>
      </w:r>
    </w:p>
    <w:p w:rsidR="00861537" w:rsidRPr="00861537" w:rsidRDefault="00861537" w:rsidP="00861537">
      <w:pPr>
        <w:jc w:val="both"/>
        <w:rPr>
          <w:rFonts w:ascii="Tahoma" w:hAnsi="Tahoma" w:cs="Tahoma"/>
          <w:b/>
        </w:rPr>
      </w:pPr>
      <w:r w:rsidRPr="00861537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861537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861537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Pr="00861537">
        <w:rPr>
          <w:rFonts w:ascii="Tahoma" w:hAnsi="Tahoma" w:cs="Tahoma"/>
          <w:b/>
        </w:rPr>
        <w:t xml:space="preserve">„Zakup sprzętu </w:t>
      </w:r>
      <w:proofErr w:type="spellStart"/>
      <w:r w:rsidRPr="00861537">
        <w:rPr>
          <w:rFonts w:ascii="Tahoma" w:hAnsi="Tahoma" w:cs="Tahoma"/>
          <w:b/>
        </w:rPr>
        <w:t>rewalidacyjno</w:t>
      </w:r>
      <w:proofErr w:type="spellEnd"/>
      <w:r w:rsidRPr="00861537">
        <w:rPr>
          <w:rFonts w:ascii="Tahoma" w:hAnsi="Tahoma" w:cs="Tahoma"/>
          <w:b/>
        </w:rPr>
        <w:t xml:space="preserve"> – rehabilitacyjnego nie objętego dokumentacją projektową na potrzeby Powiatowego Centrum </w:t>
      </w:r>
      <w:proofErr w:type="spellStart"/>
      <w:r w:rsidRPr="00861537">
        <w:rPr>
          <w:rFonts w:ascii="Tahoma" w:hAnsi="Tahoma" w:cs="Tahoma"/>
          <w:b/>
        </w:rPr>
        <w:t>Edukacyjno</w:t>
      </w:r>
      <w:proofErr w:type="spellEnd"/>
      <w:r w:rsidRPr="00861537">
        <w:rPr>
          <w:rFonts w:ascii="Tahoma" w:hAnsi="Tahoma" w:cs="Tahoma"/>
          <w:b/>
        </w:rPr>
        <w:t xml:space="preserve"> – Rewalidacyjnego w Goleniowie”  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861537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861537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861537">
        <w:rPr>
          <w:rFonts w:ascii="Tahoma" w:eastAsia="Times New Roman" w:hAnsi="Tahoma" w:cs="Tahoma"/>
          <w:b/>
          <w:i/>
          <w:color w:val="000000"/>
          <w:lang w:eastAsia="pl-PL"/>
        </w:rPr>
        <w:t xml:space="preserve"> </w:t>
      </w:r>
      <w:r w:rsidRPr="00861537">
        <w:rPr>
          <w:rFonts w:ascii="Tahoma" w:eastAsia="Times New Roman" w:hAnsi="Tahoma" w:cs="Tahoma"/>
          <w:color w:val="000000"/>
          <w:lang w:eastAsia="pl-PL"/>
        </w:rPr>
        <w:t>I</w:t>
      </w:r>
      <w:r w:rsidRPr="00861537">
        <w:rPr>
          <w:rFonts w:ascii="Tahoma" w:eastAsia="Times New Roman" w:hAnsi="Tahoma" w:cs="Tahoma"/>
          <w:lang w:eastAsia="pl-PL"/>
        </w:rPr>
        <w:t>lości i rodzaj sprzętu</w:t>
      </w:r>
      <w:r w:rsidRPr="00861537">
        <w:rPr>
          <w:rFonts w:ascii="Tahoma" w:hAnsi="Tahoma" w:cs="Tahoma"/>
          <w:b/>
        </w:rPr>
        <w:t xml:space="preserve"> </w:t>
      </w:r>
      <w:proofErr w:type="spellStart"/>
      <w:r w:rsidRPr="00861537">
        <w:rPr>
          <w:rFonts w:ascii="Tahoma" w:hAnsi="Tahoma" w:cs="Tahoma"/>
        </w:rPr>
        <w:t>rewalidacyjno</w:t>
      </w:r>
      <w:proofErr w:type="spellEnd"/>
      <w:r w:rsidRPr="00861537">
        <w:rPr>
          <w:rFonts w:ascii="Tahoma" w:hAnsi="Tahoma" w:cs="Tahoma"/>
        </w:rPr>
        <w:t xml:space="preserve"> – rehabilitacyjnego</w:t>
      </w:r>
      <w:r w:rsidRPr="00861537">
        <w:rPr>
          <w:rFonts w:ascii="Tahoma" w:eastAsia="Times New Roman" w:hAnsi="Tahoma" w:cs="Tahoma"/>
          <w:lang w:eastAsia="pl-PL"/>
        </w:rPr>
        <w:t xml:space="preserve"> objętego zamówieniem zostały określone w </w:t>
      </w:r>
      <w:r w:rsidRPr="00861537"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 w:rsidRPr="00861537"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861537">
        <w:rPr>
          <w:rFonts w:ascii="Tahoma" w:eastAsia="Times New Roman" w:hAnsi="Tahoma" w:cs="Tahoma"/>
          <w:b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lang w:eastAsia="pl-PL"/>
        </w:rPr>
        <w:t xml:space="preserve">dokona dostawy, montażu i </w:t>
      </w:r>
      <w:r w:rsidRPr="00861537"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sprzętu rewalidacyjno-rehabilitacyjnego oraz dokona wymaganego przeszkolenia pracowników </w:t>
      </w:r>
      <w:r w:rsidRPr="00861537">
        <w:rPr>
          <w:rFonts w:ascii="Tahoma" w:hAnsi="Tahoma" w:cs="Tahoma"/>
          <w:b/>
        </w:rPr>
        <w:t xml:space="preserve">Powiatowego Centrum </w:t>
      </w:r>
      <w:proofErr w:type="spellStart"/>
      <w:r w:rsidRPr="00861537">
        <w:rPr>
          <w:rFonts w:ascii="Tahoma" w:hAnsi="Tahoma" w:cs="Tahoma"/>
          <w:b/>
        </w:rPr>
        <w:t>Edukacyjno</w:t>
      </w:r>
      <w:proofErr w:type="spellEnd"/>
      <w:r w:rsidRPr="00861537">
        <w:rPr>
          <w:rFonts w:ascii="Tahoma" w:hAnsi="Tahoma" w:cs="Tahoma"/>
          <w:b/>
        </w:rPr>
        <w:t xml:space="preserve"> – Rewalidacyjnego w Goleniowie</w:t>
      </w:r>
      <w:r w:rsidRPr="00861537">
        <w:rPr>
          <w:rFonts w:ascii="Tahoma" w:eastAsia="Times New Roman" w:hAnsi="Tahoma" w:cs="Tahoma"/>
          <w:color w:val="000000"/>
          <w:lang w:eastAsia="pl-PL"/>
        </w:rPr>
        <w:t>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861537" w:rsidRPr="00861537" w:rsidRDefault="00861537" w:rsidP="00861537">
      <w:pPr>
        <w:widowControl w:val="0"/>
        <w:numPr>
          <w:ilvl w:val="0"/>
          <w:numId w:val="3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formularz ofertowy Wykonawcy,</w:t>
      </w:r>
    </w:p>
    <w:p w:rsidR="00861537" w:rsidRPr="00861537" w:rsidRDefault="00861537" w:rsidP="00861537">
      <w:pPr>
        <w:widowControl w:val="0"/>
        <w:numPr>
          <w:ilvl w:val="0"/>
          <w:numId w:val="3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861537" w:rsidRPr="00861537" w:rsidRDefault="00861537" w:rsidP="00861537">
      <w:pPr>
        <w:widowControl w:val="0"/>
        <w:numPr>
          <w:ilvl w:val="0"/>
          <w:numId w:val="3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4. </w:t>
      </w:r>
      <w:r w:rsidRPr="00861537"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 w:rsidRPr="0086153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 w:rsidRPr="00861537"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2</w:t>
      </w:r>
    </w:p>
    <w:p w:rsidR="00861537" w:rsidRPr="00861537" w:rsidRDefault="00861537" w:rsidP="00861537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861537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861537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861537" w:rsidRPr="00861537" w:rsidRDefault="00861537" w:rsidP="00861537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 w:rsidRPr="00861537"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861537" w:rsidRPr="00861537" w:rsidRDefault="00861537" w:rsidP="00861537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861537" w:rsidRPr="00861537" w:rsidRDefault="00861537" w:rsidP="00861537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lastRenderedPageBreak/>
        <w:t>posiada wiedzę i doświadczenie oraz dysponuje potencjałem technicznym i osobami zdolnymi do należytego wykonania przedmiotu umowy,</w:t>
      </w:r>
    </w:p>
    <w:p w:rsidR="00861537" w:rsidRPr="00861537" w:rsidRDefault="00861537" w:rsidP="00861537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861537" w:rsidRPr="00861537" w:rsidRDefault="00861537" w:rsidP="00861537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nie istnieją żadne okoliczności faktyczne lub prawne</w:t>
      </w:r>
      <w:r w:rsidRPr="00861537"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861537" w:rsidRPr="00861537" w:rsidRDefault="00861537" w:rsidP="0086153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861537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861537" w:rsidRPr="00861537" w:rsidRDefault="00861537" w:rsidP="0086153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861537">
        <w:rPr>
          <w:rFonts w:ascii="Tahoma" w:eastAsia="Times New Roman" w:hAnsi="Tahoma" w:cs="Tahoma"/>
          <w:spacing w:val="-9"/>
          <w:lang w:eastAsia="pl-PL"/>
        </w:rPr>
        <w:t xml:space="preserve">2. </w:t>
      </w:r>
      <w:r w:rsidRPr="00861537"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spacing w:val="-9"/>
          <w:lang w:eastAsia="pl-PL"/>
        </w:rPr>
        <w:t>zobowiązany</w:t>
      </w:r>
      <w:r w:rsidRPr="00861537"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 w:rsidRPr="00861537"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 w:rsidRPr="00861537"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 w:rsidRPr="00861537"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861537">
        <w:rPr>
          <w:rFonts w:ascii="Tahoma" w:eastAsia="Times New Roman" w:hAnsi="Tahoma" w:cs="Tahoma"/>
          <w:spacing w:val="-9"/>
          <w:lang w:eastAsia="pl-PL"/>
        </w:rPr>
        <w:t xml:space="preserve">3. </w:t>
      </w:r>
      <w:r w:rsidRPr="00861537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861537">
        <w:rPr>
          <w:rFonts w:ascii="Tahoma" w:eastAsia="Times New Roman" w:hAnsi="Tahoma" w:cs="Tahoma"/>
          <w:spacing w:val="-9"/>
          <w:lang w:eastAsia="pl-PL"/>
        </w:rPr>
        <w:t>1) dostarczyć sprzęt właściwej jakości, fabrycznie nowy, nie obciążony prawami osób trzecich oraz bez naruszenia praw własności intelektualnej,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861537"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861537" w:rsidRPr="00861537" w:rsidRDefault="00861537" w:rsidP="00861537">
      <w:pPr>
        <w:tabs>
          <w:tab w:val="num" w:pos="0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spacing w:val="-9"/>
          <w:lang w:eastAsia="pl-PL"/>
        </w:rPr>
        <w:t>3)</w:t>
      </w:r>
      <w:r w:rsidRPr="00861537">
        <w:rPr>
          <w:rFonts w:ascii="Tahoma" w:eastAsia="Times New Roman" w:hAnsi="Tahoma" w:cs="Tahoma"/>
          <w:color w:val="FF0000"/>
          <w:spacing w:val="-9"/>
          <w:lang w:eastAsia="pl-PL"/>
        </w:rPr>
        <w:t xml:space="preserve"> </w:t>
      </w:r>
      <w:r w:rsidRPr="00861537">
        <w:rPr>
          <w:rFonts w:ascii="Tahoma" w:eastAsia="Times New Roman" w:hAnsi="Tahoma" w:cs="Tahoma"/>
          <w:spacing w:val="-9"/>
          <w:lang w:eastAsia="pl-PL"/>
        </w:rPr>
        <w:t xml:space="preserve">na wyrób składający się z kilku różnych urządzeń lub elementów </w:t>
      </w:r>
      <w:r w:rsidRPr="00861537">
        <w:rPr>
          <w:rFonts w:ascii="Tahoma" w:eastAsia="Times New Roman" w:hAnsi="Tahoma" w:cs="Tahoma"/>
          <w:lang w:eastAsia="pl-PL"/>
        </w:rPr>
        <w:t>należy przedstawić  deklarację zgodności na wszystkie elementy systemu lub zestawu oraz załączyć oświadczenie osoby dokonującej zestawienie systemu lub zestawu zgodne z regulacjami art. 8 ustawy z dnia 20 maja 2010 r. o wyrobach medycznych (Dz. U. nr 107, poz. 679).</w:t>
      </w:r>
    </w:p>
    <w:p w:rsidR="00861537" w:rsidRPr="00861537" w:rsidRDefault="00861537" w:rsidP="00861537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3</w:t>
      </w:r>
    </w:p>
    <w:p w:rsidR="00861537" w:rsidRPr="00861537" w:rsidRDefault="00861537" w:rsidP="00861537">
      <w:pPr>
        <w:spacing w:after="0"/>
        <w:jc w:val="both"/>
        <w:rPr>
          <w:rFonts w:ascii="Tahoma" w:hAnsi="Tahoma" w:cs="Tahoma"/>
          <w:color w:val="222222"/>
        </w:rPr>
      </w:pPr>
      <w:r w:rsidRPr="00861537"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 w:rsidRPr="00861537">
        <w:rPr>
          <w:rFonts w:ascii="Tahoma" w:hAnsi="Tahoma" w:cs="Tahoma"/>
          <w:color w:val="222222"/>
        </w:rPr>
        <w:br/>
        <w:t xml:space="preserve">w terminie pomiędzy </w:t>
      </w:r>
      <w:r w:rsidRPr="00861537">
        <w:rPr>
          <w:rFonts w:ascii="Tahoma" w:hAnsi="Tahoma" w:cs="Tahoma"/>
          <w:b/>
          <w:color w:val="222222"/>
        </w:rPr>
        <w:t>2 lipca 2012 r. a 31 sierpnia 2012 r</w:t>
      </w:r>
      <w:r w:rsidRPr="00861537">
        <w:rPr>
          <w:rFonts w:ascii="Tahoma" w:hAnsi="Tahoma" w:cs="Tahoma"/>
          <w:color w:val="222222"/>
        </w:rPr>
        <w:t>., w zależności od dyspozycji Zamawiającego wydawanych zgodnie z ust. 2.</w:t>
      </w:r>
      <w:r w:rsidRPr="00861537"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 w:rsidRPr="00861537">
        <w:rPr>
          <w:rFonts w:ascii="Tahoma" w:hAnsi="Tahoma" w:cs="Tahoma"/>
          <w:color w:val="222222"/>
        </w:rPr>
        <w:br/>
        <w:t xml:space="preserve">i szkoleń z co najmniej </w:t>
      </w:r>
      <w:r w:rsidRPr="00861537">
        <w:rPr>
          <w:rFonts w:ascii="Tahoma" w:hAnsi="Tahoma" w:cs="Tahoma"/>
          <w:b/>
          <w:color w:val="222222"/>
        </w:rPr>
        <w:t>7-dniowym</w:t>
      </w:r>
      <w:r w:rsidRPr="00861537">
        <w:rPr>
          <w:rFonts w:ascii="Tahoma" w:hAnsi="Tahoma" w:cs="Tahoma"/>
          <w:color w:val="222222"/>
        </w:rPr>
        <w:t xml:space="preserve"> wyprzedzeniem.</w:t>
      </w:r>
      <w:r w:rsidRPr="00861537"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861537" w:rsidRPr="00861537" w:rsidRDefault="00861537" w:rsidP="0086153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</w:p>
    <w:p w:rsidR="00861537" w:rsidRPr="00861537" w:rsidRDefault="00861537" w:rsidP="0086153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861537">
        <w:rPr>
          <w:rFonts w:ascii="Tahoma" w:eastAsia="Times New Roman" w:hAnsi="Tahoma" w:cs="Tahoma"/>
          <w:b/>
          <w:color w:val="000000"/>
          <w:lang w:eastAsia="pl-PL"/>
        </w:rPr>
        <w:t>§ 4</w:t>
      </w:r>
    </w:p>
    <w:p w:rsidR="00861537" w:rsidRPr="00861537" w:rsidRDefault="00861537" w:rsidP="00861537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861537" w:rsidRPr="00861537" w:rsidRDefault="00861537" w:rsidP="00861537">
      <w:pPr>
        <w:spacing w:after="0" w:line="240" w:lineRule="auto"/>
        <w:jc w:val="both"/>
        <w:rPr>
          <w:rFonts w:ascii="Tahoma" w:hAnsi="Tahoma" w:cs="Tahoma"/>
          <w:b/>
        </w:rPr>
      </w:pPr>
      <w:r w:rsidRPr="00861537">
        <w:rPr>
          <w:rFonts w:ascii="Tahoma" w:hAnsi="Tahoma" w:cs="Tahoma"/>
        </w:rPr>
        <w:t>1.</w:t>
      </w:r>
      <w:r w:rsidRPr="00861537">
        <w:rPr>
          <w:rFonts w:ascii="Tahoma" w:hAnsi="Tahoma" w:cs="Tahoma"/>
          <w:b/>
        </w:rPr>
        <w:t xml:space="preserve"> Wykonawca </w:t>
      </w:r>
      <w:r w:rsidRPr="00861537">
        <w:rPr>
          <w:rFonts w:ascii="Tahoma" w:hAnsi="Tahoma" w:cs="Tahoma"/>
        </w:rPr>
        <w:t>nie może podzlecić realizacji całości przedmiotu zamówienia</w:t>
      </w:r>
      <w:r w:rsidRPr="00861537">
        <w:rPr>
          <w:rFonts w:ascii="Tahoma" w:hAnsi="Tahoma" w:cs="Tahoma"/>
          <w:b/>
        </w:rPr>
        <w:t>.</w:t>
      </w:r>
      <w:r w:rsidRPr="00861537">
        <w:rPr>
          <w:rFonts w:ascii="Tahoma" w:hAnsi="Tahoma" w:cs="Tahoma"/>
          <w:b/>
        </w:rPr>
        <w:br/>
      </w:r>
      <w:r w:rsidRPr="00861537">
        <w:rPr>
          <w:rFonts w:ascii="Tahoma" w:hAnsi="Tahoma" w:cs="Tahoma"/>
        </w:rPr>
        <w:t>2.</w:t>
      </w:r>
      <w:r w:rsidRPr="00861537">
        <w:rPr>
          <w:rFonts w:ascii="Tahoma" w:hAnsi="Tahoma" w:cs="Tahoma"/>
          <w:b/>
        </w:rPr>
        <w:t xml:space="preserve"> </w:t>
      </w:r>
      <w:r w:rsidRPr="00861537">
        <w:rPr>
          <w:rFonts w:ascii="Tahoma" w:hAnsi="Tahoma" w:cs="Tahoma"/>
        </w:rPr>
        <w:t>Podzlecenie realizacji części przedmiotu zamówienia może nastąpić wyłącznie podmiotom wskazanym w  formularzu ofertowym  -</w:t>
      </w:r>
      <w:r w:rsidRPr="00861537">
        <w:rPr>
          <w:rFonts w:ascii="Tahoma" w:hAnsi="Tahoma" w:cs="Tahoma"/>
          <w:b/>
        </w:rPr>
        <w:t xml:space="preserve"> załączniku nr 1 do oferty.</w:t>
      </w:r>
    </w:p>
    <w:p w:rsidR="00861537" w:rsidRPr="00861537" w:rsidRDefault="00861537" w:rsidP="00861537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5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Osobą uprawnioną ze strony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 w:rsidRPr="00861537">
        <w:rPr>
          <w:rFonts w:ascii="Tahoma" w:eastAsia="Times New Roman" w:hAnsi="Tahoma" w:cs="Tahoma"/>
          <w:b/>
          <w:lang w:eastAsia="pl-PL"/>
        </w:rPr>
        <w:t>Marzanna Gąsior</w:t>
      </w:r>
      <w:r w:rsidRPr="00861537"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B94AFC" w:rsidRPr="00861537" w:rsidRDefault="00B94AFC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1. </w:t>
      </w:r>
      <w:r w:rsidRPr="00861537">
        <w:rPr>
          <w:rFonts w:ascii="Tahoma" w:eastAsia="Times New Roman" w:hAnsi="Tahoma" w:cs="Tahoma"/>
          <w:b/>
          <w:bCs/>
          <w:lang w:eastAsia="pl-PL"/>
        </w:rPr>
        <w:t>Wykonawcy</w:t>
      </w:r>
      <w:r w:rsidRPr="00861537"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2.</w:t>
      </w:r>
      <w:r w:rsidRPr="00861537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861537"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3. Ustalone wynagrodzenie </w:t>
      </w:r>
      <w:r w:rsidRPr="00861537"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 w:rsidRPr="00861537"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 w:rsidRPr="00861537"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 w:rsidRPr="00861537"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 w:rsidRPr="00861537">
        <w:rPr>
          <w:rFonts w:ascii="Tahoma" w:eastAsia="Times New Roman" w:hAnsi="Tahoma" w:cs="Tahoma"/>
          <w:lang w:eastAsia="pl-PL"/>
        </w:rPr>
        <w:t>,</w:t>
      </w:r>
      <w:r w:rsidRPr="00861537"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 w:rsidRPr="00861537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7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1.</w:t>
      </w:r>
      <w:r w:rsidRPr="00861537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861537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861537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861537"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 w:rsidRPr="00861537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Pr="00861537">
        <w:rPr>
          <w:rFonts w:ascii="Tahoma" w:eastAsia="Times New Roman" w:hAnsi="Tahoma" w:cs="Tahoma"/>
          <w:lang w:eastAsia="pl-PL"/>
        </w:rPr>
        <w:t>prawidłowo wystawionej faktury VAT.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>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8</w:t>
      </w:r>
    </w:p>
    <w:p w:rsidR="00861537" w:rsidRPr="00861537" w:rsidRDefault="00861537" w:rsidP="00861537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 w:rsidRPr="00861537"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 w:rsidRPr="00861537">
        <w:rPr>
          <w:rFonts w:ascii="Tahoma" w:eastAsia="Times New Roman" w:hAnsi="Tahoma" w:cs="Tahoma"/>
          <w:lang w:eastAsia="pl-PL"/>
        </w:rPr>
        <w:t xml:space="preserve">podpisany przez </w:t>
      </w:r>
      <w:r w:rsidRPr="00861537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861537">
        <w:rPr>
          <w:rFonts w:ascii="Tahoma" w:eastAsia="Times New Roman" w:hAnsi="Tahoma" w:cs="Tahoma"/>
          <w:lang w:eastAsia="pl-PL"/>
        </w:rPr>
        <w:t xml:space="preserve">i </w:t>
      </w:r>
      <w:r w:rsidRPr="00861537">
        <w:rPr>
          <w:rFonts w:ascii="Tahoma" w:eastAsia="Times New Roman" w:hAnsi="Tahoma" w:cs="Tahoma"/>
          <w:b/>
          <w:lang w:eastAsia="pl-PL"/>
        </w:rPr>
        <w:t>Wykonawcę</w:t>
      </w:r>
      <w:r w:rsidRPr="00861537">
        <w:rPr>
          <w:rFonts w:ascii="Tahoma" w:eastAsia="Times New Roman" w:hAnsi="Tahoma" w:cs="Tahoma"/>
          <w:bCs/>
          <w:lang w:eastAsia="pl-PL"/>
        </w:rPr>
        <w:t>.</w:t>
      </w:r>
    </w:p>
    <w:p w:rsidR="00861537" w:rsidRPr="00861537" w:rsidRDefault="00861537" w:rsidP="00861537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861537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861537"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861537" w:rsidRPr="00861537" w:rsidRDefault="00861537" w:rsidP="00861537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861537"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 w:rsidRPr="00861537">
        <w:rPr>
          <w:rFonts w:ascii="Tahoma" w:eastAsia="Times New Roman" w:hAnsi="Tahoma" w:cs="Tahoma"/>
          <w:b/>
          <w:bCs/>
          <w:lang w:eastAsia="pl-PL"/>
        </w:rPr>
        <w:t>Wykonawcę</w:t>
      </w:r>
      <w:r w:rsidRPr="00861537">
        <w:rPr>
          <w:rFonts w:ascii="Tahoma" w:eastAsia="Times New Roman" w:hAnsi="Tahoma" w:cs="Tahoma"/>
          <w:bCs/>
          <w:lang w:eastAsia="pl-PL"/>
        </w:rPr>
        <w:t xml:space="preserve"> sprzętu </w:t>
      </w:r>
      <w:proofErr w:type="spellStart"/>
      <w:r w:rsidRPr="00861537">
        <w:rPr>
          <w:rFonts w:ascii="Tahoma" w:eastAsia="Times New Roman" w:hAnsi="Tahoma" w:cs="Tahoma"/>
          <w:bCs/>
          <w:lang w:eastAsia="pl-PL"/>
        </w:rPr>
        <w:t>rewalidacyjno</w:t>
      </w:r>
      <w:proofErr w:type="spellEnd"/>
      <w:r w:rsidRPr="00861537">
        <w:rPr>
          <w:rFonts w:ascii="Tahoma" w:eastAsia="Times New Roman" w:hAnsi="Tahoma" w:cs="Tahoma"/>
          <w:bCs/>
          <w:lang w:eastAsia="pl-PL"/>
        </w:rPr>
        <w:t xml:space="preserve"> – rehabilitacyjnego oraz przeszkolenie pracowników Powiatowego Centrum </w:t>
      </w:r>
      <w:proofErr w:type="spellStart"/>
      <w:r w:rsidRPr="00861537">
        <w:rPr>
          <w:rFonts w:ascii="Tahoma" w:eastAsia="Times New Roman" w:hAnsi="Tahoma" w:cs="Tahoma"/>
          <w:bCs/>
          <w:lang w:eastAsia="pl-PL"/>
        </w:rPr>
        <w:t>Edukacyjno</w:t>
      </w:r>
      <w:proofErr w:type="spellEnd"/>
      <w:r w:rsidRPr="00861537">
        <w:rPr>
          <w:rFonts w:ascii="Tahoma" w:eastAsia="Times New Roman" w:hAnsi="Tahoma" w:cs="Tahoma"/>
          <w:bCs/>
          <w:lang w:eastAsia="pl-PL"/>
        </w:rPr>
        <w:t xml:space="preserve"> - Rewalidacyjnego;</w:t>
      </w:r>
    </w:p>
    <w:p w:rsidR="00861537" w:rsidRPr="00861537" w:rsidRDefault="00861537" w:rsidP="00861537">
      <w:pPr>
        <w:numPr>
          <w:ilvl w:val="0"/>
          <w:numId w:val="5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dostarczenie przez </w:t>
      </w:r>
      <w:r w:rsidRPr="00861537">
        <w:rPr>
          <w:rFonts w:ascii="Tahoma" w:eastAsia="Times New Roman" w:hAnsi="Tahoma" w:cs="Tahoma"/>
          <w:b/>
          <w:lang w:eastAsia="pl-PL"/>
        </w:rPr>
        <w:t xml:space="preserve">Wykonawcę </w:t>
      </w:r>
      <w:r w:rsidRPr="00861537">
        <w:rPr>
          <w:rFonts w:ascii="Tahoma" w:eastAsia="Times New Roman" w:hAnsi="Tahoma" w:cs="Tahoma"/>
          <w:lang w:eastAsia="pl-PL"/>
        </w:rPr>
        <w:t xml:space="preserve">dokumentów wymaganych </w:t>
      </w:r>
      <w:r w:rsidRPr="00861537"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861537" w:rsidRPr="00861537" w:rsidRDefault="00861537" w:rsidP="00861537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861537">
        <w:rPr>
          <w:rFonts w:ascii="Tahoma" w:eastAsia="Times New Roman" w:hAnsi="Tahoma" w:cs="Tahoma"/>
          <w:b/>
          <w:bCs/>
          <w:lang w:eastAsia="pl-PL"/>
        </w:rPr>
        <w:t>Zamawiający</w:t>
      </w:r>
      <w:r w:rsidRPr="00861537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861537" w:rsidRPr="00861537" w:rsidRDefault="00861537" w:rsidP="00861537">
      <w:pPr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861537" w:rsidRPr="00861537" w:rsidRDefault="00861537" w:rsidP="00861537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 w:rsidRPr="00861537"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 w:rsidRPr="00861537">
        <w:rPr>
          <w:rFonts w:ascii="Tahoma" w:eastAsia="Times New Roman" w:hAnsi="Tahoma" w:cs="Tahoma"/>
          <w:b/>
          <w:lang w:eastAsia="pl-PL"/>
        </w:rPr>
        <w:t>Zamawiającemu</w:t>
      </w:r>
      <w:r w:rsidRPr="00861537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861537">
        <w:rPr>
          <w:rFonts w:ascii="Tahoma" w:eastAsia="Times New Roman" w:hAnsi="Tahoma" w:cs="Tahoma"/>
          <w:b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>.</w:t>
      </w:r>
    </w:p>
    <w:p w:rsidR="00861537" w:rsidRPr="00861537" w:rsidRDefault="00861537" w:rsidP="00861537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 w:rsidRPr="00861537"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 w:rsidRPr="00861537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861537"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 w:rsidRPr="00861537">
        <w:rPr>
          <w:rFonts w:ascii="Tahoma" w:eastAsia="Times New Roman" w:hAnsi="Tahoma" w:cs="Tahoma"/>
          <w:b/>
          <w:bCs/>
          <w:lang w:eastAsia="pl-PL"/>
        </w:rPr>
        <w:t>Wykonawcy</w:t>
      </w:r>
      <w:r w:rsidRPr="00861537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861537" w:rsidRPr="00861537" w:rsidRDefault="00861537" w:rsidP="00861537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9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bookmarkStart w:id="0" w:name="_GoBack"/>
      <w:bookmarkEnd w:id="0"/>
      <w:r w:rsidR="002F144E">
        <w:rPr>
          <w:rFonts w:ascii="Tahoma" w:eastAsia="Times New Roman" w:hAnsi="Tahoma" w:cs="Tahoma"/>
          <w:b/>
          <w:lang w:eastAsia="pl-PL"/>
        </w:rPr>
        <w:t>6</w:t>
      </w:r>
      <w:r w:rsidRPr="00861537">
        <w:rPr>
          <w:rFonts w:ascii="Tahoma" w:eastAsia="Times New Roman" w:hAnsi="Tahoma" w:cs="Tahoma"/>
          <w:b/>
          <w:lang w:eastAsia="pl-PL"/>
        </w:rPr>
        <w:t xml:space="preserve">d </w:t>
      </w:r>
      <w:r w:rsidRPr="00861537">
        <w:rPr>
          <w:rFonts w:ascii="Tahoma" w:eastAsia="Times New Roman" w:hAnsi="Tahoma" w:cs="Tahoma"/>
          <w:lang w:eastAsia="pl-PL"/>
        </w:rPr>
        <w:t xml:space="preserve">do SIWZ) i wynosi </w:t>
      </w:r>
      <w:r w:rsidRPr="00861537">
        <w:rPr>
          <w:rFonts w:ascii="Tahoma" w:eastAsia="Times New Roman" w:hAnsi="Tahoma" w:cs="Tahoma"/>
          <w:b/>
          <w:lang w:eastAsia="pl-PL"/>
        </w:rPr>
        <w:t>24 miesiące</w:t>
      </w:r>
      <w:r w:rsidRPr="00861537"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2.</w:t>
      </w:r>
      <w:r w:rsidRPr="00861537"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i treści według załącznika nr </w:t>
      </w:r>
      <w:r w:rsidR="009318CF" w:rsidRPr="009318CF">
        <w:rPr>
          <w:rFonts w:ascii="Tahoma" w:eastAsia="Times New Roman" w:hAnsi="Tahoma" w:cs="Tahoma"/>
          <w:b/>
          <w:lang w:eastAsia="pl-PL"/>
        </w:rPr>
        <w:t>6</w:t>
      </w:r>
      <w:r w:rsidRPr="00861537">
        <w:rPr>
          <w:rFonts w:ascii="Tahoma" w:eastAsia="Times New Roman" w:hAnsi="Tahoma" w:cs="Tahoma"/>
          <w:b/>
          <w:lang w:eastAsia="pl-PL"/>
        </w:rPr>
        <w:t xml:space="preserve">d </w:t>
      </w:r>
      <w:r w:rsidRPr="00861537">
        <w:rPr>
          <w:rFonts w:ascii="Tahoma" w:eastAsia="Times New Roman" w:hAnsi="Tahoma" w:cs="Tahoma"/>
          <w:lang w:eastAsia="pl-PL"/>
        </w:rPr>
        <w:t>do SIWZ. W przypadku jego nie wystawienia niniejsza Umowa zastępuje dokument gwarancji.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8. Gwarancja obejmuje wszystkie wykryte podczas eksploatacji sprzętu </w:t>
      </w:r>
      <w:proofErr w:type="spellStart"/>
      <w:r w:rsidRPr="00861537">
        <w:rPr>
          <w:rFonts w:ascii="Tahoma" w:eastAsia="Times New Roman" w:hAnsi="Tahoma" w:cs="Tahoma"/>
          <w:lang w:eastAsia="pl-PL"/>
        </w:rPr>
        <w:t>rewalidacyjno</w:t>
      </w:r>
      <w:proofErr w:type="spellEnd"/>
      <w:r w:rsidRPr="00861537">
        <w:rPr>
          <w:rFonts w:ascii="Tahoma" w:eastAsia="Times New Roman" w:hAnsi="Tahoma" w:cs="Tahoma"/>
          <w:lang w:eastAsia="pl-PL"/>
        </w:rPr>
        <w:t xml:space="preserve"> – rehabilitacyjnego wady powstałe w czasie użytkowania.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proofErr w:type="spellStart"/>
      <w:r w:rsidRPr="00861537">
        <w:rPr>
          <w:rFonts w:ascii="Tahoma" w:eastAsia="Times New Roman" w:hAnsi="Tahoma" w:cs="Tahoma"/>
          <w:lang w:eastAsia="pl-PL"/>
        </w:rPr>
        <w:t>rewalidacyjno</w:t>
      </w:r>
      <w:proofErr w:type="spellEnd"/>
      <w:r w:rsidRPr="00861537">
        <w:rPr>
          <w:rFonts w:ascii="Tahoma" w:eastAsia="Times New Roman" w:hAnsi="Tahoma" w:cs="Tahoma"/>
          <w:lang w:eastAsia="pl-PL"/>
        </w:rPr>
        <w:t xml:space="preserve"> – rehabilitacyjnego do innych jego jednostek organizacyjnych.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10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lastRenderedPageBreak/>
        <w:t>2. Odpowiedzialność Wykonawcy z tytułu rękojmi wygasa po 6 miesiącach od upływu okresu gwarancji, nie wcześniej jednak niż po 30 miesiącach od dnia odbioru przedmiotu umowy bez wad.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3. O wykryciu wady Zamawiający zawiadomi na piśmie Wykonawcę niezwłocznie, nie później niż w terminie trzydziestu dni od daty jej ujawnienia.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4. Wykonawca jest zobowiązany na własny koszt i własnym staraniem niezwłocznie usunąć wszystkie wady odnoszące się do przedmiotu umowy.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5. Roszczenia z tytułu rękojmi mogą być dochodzone także po upływie terminu rękojmi, jeżeli Zamawiający zgłosi Wykonawcy istnienie wady w okresie rękojmi.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6.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861537" w:rsidRPr="00861537" w:rsidRDefault="00861537" w:rsidP="00861537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 w:rsidRPr="00861537">
        <w:rPr>
          <w:rFonts w:ascii="Tahoma" w:hAnsi="Tahoma" w:cs="Tahoma"/>
          <w:b/>
          <w:bCs/>
        </w:rPr>
        <w:t>§ 11</w:t>
      </w:r>
    </w:p>
    <w:p w:rsidR="00861537" w:rsidRPr="00861537" w:rsidRDefault="00861537" w:rsidP="00861537">
      <w:pPr>
        <w:jc w:val="both"/>
        <w:rPr>
          <w:rFonts w:ascii="Tahoma" w:hAnsi="Tahoma" w:cs="Tahoma"/>
        </w:rPr>
      </w:pPr>
      <w:r w:rsidRPr="00861537">
        <w:rPr>
          <w:rFonts w:ascii="Tahoma" w:hAnsi="Tahoma" w:cs="Tahoma"/>
        </w:rPr>
        <w:t xml:space="preserve">1. </w:t>
      </w:r>
      <w:r w:rsidRPr="00861537">
        <w:rPr>
          <w:rFonts w:ascii="Tahoma" w:hAnsi="Tahoma" w:cs="Tahoma"/>
          <w:b/>
        </w:rPr>
        <w:t>Zamawiający</w:t>
      </w:r>
      <w:r w:rsidRPr="00861537">
        <w:rPr>
          <w:rFonts w:ascii="Tahoma" w:hAnsi="Tahoma" w:cs="Tahoma"/>
        </w:rPr>
        <w:t xml:space="preserve"> może odstąpić od Umowy bez dodatkowego wezwania w przypadku, gdy:</w:t>
      </w:r>
    </w:p>
    <w:p w:rsidR="00861537" w:rsidRPr="00861537" w:rsidRDefault="00861537" w:rsidP="00861537">
      <w:pPr>
        <w:jc w:val="both"/>
        <w:rPr>
          <w:rFonts w:ascii="Tahoma" w:hAnsi="Tahoma" w:cs="Tahoma"/>
          <w:bCs/>
        </w:rPr>
      </w:pPr>
      <w:r w:rsidRPr="00861537">
        <w:rPr>
          <w:rFonts w:ascii="Tahoma" w:hAnsi="Tahoma" w:cs="Tahoma"/>
        </w:rPr>
        <w:t xml:space="preserve">a) </w:t>
      </w:r>
      <w:r w:rsidRPr="00861537">
        <w:rPr>
          <w:rFonts w:ascii="Tahoma" w:hAnsi="Tahoma" w:cs="Tahoma"/>
          <w:b/>
        </w:rPr>
        <w:t>Wykonawca</w:t>
      </w:r>
      <w:r w:rsidRPr="00861537"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 w:rsidRPr="00861537">
        <w:rPr>
          <w:rFonts w:ascii="Tahoma" w:hAnsi="Tahoma" w:cs="Tahoma"/>
          <w:bCs/>
        </w:rPr>
        <w:t>§ 3 ust. 1 i 2 ust.;</w:t>
      </w:r>
    </w:p>
    <w:p w:rsidR="00861537" w:rsidRPr="00861537" w:rsidRDefault="00861537" w:rsidP="00861537">
      <w:pPr>
        <w:jc w:val="both"/>
        <w:rPr>
          <w:rFonts w:ascii="Tahoma" w:hAnsi="Tahoma" w:cs="Tahoma"/>
        </w:rPr>
      </w:pPr>
      <w:r w:rsidRPr="00861537">
        <w:rPr>
          <w:rFonts w:ascii="Tahoma" w:hAnsi="Tahoma" w:cs="Tahoma"/>
          <w:bCs/>
        </w:rPr>
        <w:t xml:space="preserve">b) </w:t>
      </w:r>
      <w:r w:rsidRPr="00861537">
        <w:rPr>
          <w:rFonts w:ascii="Tahoma" w:hAnsi="Tahoma" w:cs="Tahoma"/>
          <w:b/>
        </w:rPr>
        <w:t>Wykonawca</w:t>
      </w:r>
      <w:r w:rsidRPr="00861537"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861537" w:rsidRPr="00861537" w:rsidRDefault="00861537" w:rsidP="00861537">
      <w:pPr>
        <w:jc w:val="both"/>
        <w:rPr>
          <w:rFonts w:ascii="Tahoma" w:hAnsi="Tahoma" w:cs="Tahoma"/>
        </w:rPr>
      </w:pPr>
      <w:r w:rsidRPr="00861537">
        <w:rPr>
          <w:rFonts w:ascii="Tahoma" w:hAnsi="Tahoma" w:cs="Tahoma"/>
        </w:rPr>
        <w:t xml:space="preserve">c) </w:t>
      </w:r>
      <w:r w:rsidRPr="00861537">
        <w:rPr>
          <w:rFonts w:ascii="Tahoma" w:hAnsi="Tahoma" w:cs="Tahoma"/>
          <w:b/>
        </w:rPr>
        <w:t xml:space="preserve">Wykonawca </w:t>
      </w:r>
      <w:r w:rsidRPr="00861537">
        <w:rPr>
          <w:rFonts w:ascii="Tahoma" w:hAnsi="Tahoma" w:cs="Tahoma"/>
        </w:rPr>
        <w:t xml:space="preserve">narusza postanowienia Umowy, w szczególności w zakresie ilości, jakości                                 i rodzaju sprzętu </w:t>
      </w:r>
      <w:proofErr w:type="spellStart"/>
      <w:r w:rsidRPr="00861537">
        <w:rPr>
          <w:rFonts w:ascii="Tahoma" w:hAnsi="Tahoma" w:cs="Tahoma"/>
        </w:rPr>
        <w:t>rewalidacyjno</w:t>
      </w:r>
      <w:proofErr w:type="spellEnd"/>
      <w:r w:rsidRPr="00861537">
        <w:rPr>
          <w:rFonts w:ascii="Tahoma" w:hAnsi="Tahoma" w:cs="Tahoma"/>
        </w:rPr>
        <w:t xml:space="preserve"> – rehabilitacyjnego;</w:t>
      </w:r>
    </w:p>
    <w:p w:rsidR="00861537" w:rsidRPr="00861537" w:rsidRDefault="00861537" w:rsidP="00861537">
      <w:pPr>
        <w:jc w:val="both"/>
        <w:rPr>
          <w:rFonts w:ascii="Tahoma" w:hAnsi="Tahoma" w:cs="Tahoma"/>
          <w:bCs/>
        </w:rPr>
      </w:pPr>
      <w:r w:rsidRPr="00861537">
        <w:rPr>
          <w:rFonts w:ascii="Tahoma" w:hAnsi="Tahoma" w:cs="Tahoma"/>
        </w:rPr>
        <w:t>d) w innych przypadkach przewidzianych w przepisach prawa.</w:t>
      </w:r>
    </w:p>
    <w:p w:rsidR="00861537" w:rsidRPr="00861537" w:rsidRDefault="00861537" w:rsidP="00861537">
      <w:pPr>
        <w:jc w:val="both"/>
        <w:rPr>
          <w:rFonts w:ascii="Tahoma" w:hAnsi="Tahoma" w:cs="Tahoma"/>
        </w:rPr>
      </w:pPr>
      <w:r w:rsidRPr="00861537">
        <w:rPr>
          <w:rFonts w:ascii="Tahoma" w:hAnsi="Tahoma" w:cs="Tahoma"/>
        </w:rPr>
        <w:t xml:space="preserve">2. Odstąpienie od Umowy może być wykonane do dnia ustania odpowiedzialności </w:t>
      </w:r>
      <w:r w:rsidRPr="00861537">
        <w:rPr>
          <w:rFonts w:ascii="Tahoma" w:hAnsi="Tahoma" w:cs="Tahoma"/>
          <w:b/>
        </w:rPr>
        <w:t>Wykonawcy</w:t>
      </w:r>
      <w:r w:rsidRPr="00861537">
        <w:rPr>
          <w:rFonts w:ascii="Tahoma" w:hAnsi="Tahoma" w:cs="Tahoma"/>
        </w:rPr>
        <w:t xml:space="preserve"> z tytułu rękojmi.</w:t>
      </w:r>
    </w:p>
    <w:p w:rsidR="00861537" w:rsidRPr="00861537" w:rsidRDefault="00861537" w:rsidP="00861537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</w:t>
      </w:r>
      <w:r w:rsidRPr="00861537">
        <w:rPr>
          <w:rFonts w:ascii="Tahoma" w:eastAsia="Times New Roman" w:hAnsi="Tahoma" w:cs="Tahoma"/>
          <w:b/>
          <w:bCs/>
          <w:lang w:eastAsia="pl-PL"/>
        </w:rPr>
        <w:t>§ 12</w:t>
      </w:r>
    </w:p>
    <w:p w:rsidR="00861537" w:rsidRPr="00861537" w:rsidRDefault="00861537" w:rsidP="00861537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1.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861537" w:rsidRPr="00861537" w:rsidRDefault="00861537" w:rsidP="00861537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861537">
        <w:rPr>
          <w:rFonts w:ascii="Tahoma" w:eastAsia="Times New Roman" w:hAnsi="Tahoma" w:cs="Tahoma"/>
          <w:spacing w:val="-1"/>
          <w:lang w:eastAsia="pl-PL"/>
        </w:rPr>
        <w:t>a)</w:t>
      </w:r>
      <w:r w:rsidRPr="00861537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 w:rsidRPr="00861537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861537">
        <w:rPr>
          <w:rFonts w:ascii="Tahoma" w:eastAsia="Times New Roman" w:hAnsi="Tahoma" w:cs="Tahoma"/>
          <w:lang w:eastAsia="pl-PL"/>
        </w:rPr>
        <w:t>za każdy dzień opóźnienia.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861537" w:rsidRPr="00861537" w:rsidRDefault="00861537" w:rsidP="00861537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861537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 w:rsidRPr="00861537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861537">
        <w:rPr>
          <w:rFonts w:ascii="Tahoma" w:eastAsia="Times New Roman" w:hAnsi="Tahoma" w:cs="Tahoma"/>
          <w:lang w:eastAsia="pl-PL"/>
        </w:rPr>
        <w:t>za każdy dzień opóźnienia;</w:t>
      </w:r>
    </w:p>
    <w:p w:rsidR="00861537" w:rsidRPr="00861537" w:rsidRDefault="00861537" w:rsidP="00861537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 w:rsidRPr="00861537">
        <w:rPr>
          <w:rFonts w:ascii="Tahoma" w:eastAsia="Times New Roman" w:hAnsi="Tahoma" w:cs="Tahoma"/>
          <w:spacing w:val="-1"/>
          <w:lang w:eastAsia="pl-PL"/>
        </w:rPr>
        <w:t xml:space="preserve">c) w razie odstąpienia od umowy z przyczyn określonych w </w:t>
      </w:r>
      <w:r w:rsidRPr="00861537"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 w:rsidRPr="00861537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 xml:space="preserve">, </w:t>
      </w:r>
      <w:r w:rsidRPr="00861537"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861537" w:rsidRPr="00861537" w:rsidRDefault="00861537" w:rsidP="00861537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861537">
        <w:rPr>
          <w:rFonts w:ascii="Tahoma" w:eastAsia="Times New Roman" w:hAnsi="Tahoma" w:cs="Tahoma"/>
          <w:b/>
          <w:lang w:eastAsia="pl-PL"/>
        </w:rPr>
        <w:t>Wykonawcy</w:t>
      </w:r>
      <w:r w:rsidRPr="00861537">
        <w:rPr>
          <w:rFonts w:ascii="Tahoma" w:eastAsia="Times New Roman" w:hAnsi="Tahoma" w:cs="Tahoma"/>
          <w:lang w:eastAsia="pl-PL"/>
        </w:rPr>
        <w:t xml:space="preserve"> z tytułu kar umownych.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861537">
        <w:rPr>
          <w:rFonts w:ascii="Tahoma" w:eastAsia="Times New Roman" w:hAnsi="Tahoma" w:cs="Tahoma"/>
          <w:b/>
          <w:bCs/>
          <w:spacing w:val="-1"/>
          <w:lang w:eastAsia="pl-PL"/>
        </w:rPr>
        <w:lastRenderedPageBreak/>
        <w:t>Zamawiającemu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861537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3. Zamawiający </w:t>
      </w:r>
      <w:r w:rsidRPr="00861537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861537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13</w:t>
      </w:r>
    </w:p>
    <w:p w:rsidR="00861537" w:rsidRPr="00861537" w:rsidRDefault="00861537" w:rsidP="00861537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W przypadku </w:t>
      </w:r>
      <w:r w:rsidRPr="00861537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861537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861537">
        <w:rPr>
          <w:rFonts w:ascii="Tahoma" w:eastAsia="Times New Roman" w:hAnsi="Tahoma" w:cs="Tahoma"/>
          <w:iCs/>
          <w:lang w:eastAsia="pl-PL"/>
        </w:rPr>
        <w:t xml:space="preserve"> szkody</w:t>
      </w:r>
      <w:r w:rsidRPr="00861537">
        <w:rPr>
          <w:rFonts w:ascii="Tahoma" w:eastAsia="Times New Roman" w:hAnsi="Tahoma" w:cs="Tahoma"/>
          <w:lang w:eastAsia="pl-PL"/>
        </w:rPr>
        <w:t xml:space="preserve"> w mieniu </w:t>
      </w:r>
      <w:r w:rsidRPr="00861537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861537"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 w:rsidRPr="00861537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861537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861537" w:rsidRPr="00861537" w:rsidRDefault="00861537" w:rsidP="00861537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861537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861537" w:rsidRPr="00861537" w:rsidRDefault="00861537" w:rsidP="00861537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861537">
        <w:rPr>
          <w:rFonts w:ascii="Tahoma" w:eastAsia="Times New Roman" w:hAnsi="Tahoma" w:cs="Tahoma"/>
          <w:iCs/>
          <w:lang w:eastAsia="pl-PL"/>
        </w:rPr>
        <w:t xml:space="preserve">Naprawienia szkody </w:t>
      </w:r>
      <w:r w:rsidRPr="00861537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iCs/>
          <w:lang w:eastAsia="pl-PL"/>
        </w:rPr>
        <w:t>dokona</w:t>
      </w:r>
      <w:r w:rsidRPr="00861537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861537">
        <w:rPr>
          <w:rFonts w:ascii="Tahoma" w:eastAsia="Times New Roman" w:hAnsi="Tahoma" w:cs="Tahoma"/>
          <w:lang w:eastAsia="pl-PL"/>
        </w:rPr>
        <w:t xml:space="preserve">na własny koszt </w:t>
      </w:r>
      <w:r w:rsidRPr="00861537">
        <w:rPr>
          <w:rFonts w:ascii="Tahoma" w:eastAsia="Times New Roman" w:hAnsi="Tahoma" w:cs="Tahoma"/>
          <w:iCs/>
          <w:lang w:eastAsia="pl-PL"/>
        </w:rPr>
        <w:t>poprzez</w:t>
      </w:r>
      <w:r w:rsidRPr="00861537">
        <w:rPr>
          <w:rFonts w:ascii="Tahoma" w:eastAsia="Times New Roman" w:hAnsi="Tahoma" w:cs="Tahoma"/>
          <w:lang w:eastAsia="pl-PL"/>
        </w:rPr>
        <w:t xml:space="preserve"> </w:t>
      </w:r>
      <w:r w:rsidRPr="00861537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861537">
        <w:rPr>
          <w:rFonts w:ascii="Tahoma" w:eastAsia="Times New Roman" w:hAnsi="Tahoma" w:cs="Tahoma"/>
          <w:lang w:eastAsia="pl-PL"/>
        </w:rPr>
        <w:t xml:space="preserve">lub </w:t>
      </w:r>
      <w:r w:rsidRPr="00861537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14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861537"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15</w:t>
      </w:r>
    </w:p>
    <w:p w:rsidR="00861537" w:rsidRPr="00861537" w:rsidRDefault="00861537" w:rsidP="00861537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861537">
        <w:rPr>
          <w:rFonts w:ascii="Tahoma" w:eastAsia="Times New Roman" w:hAnsi="Tahoma" w:cs="Tahoma"/>
          <w:b/>
          <w:lang w:eastAsia="pl-PL"/>
        </w:rPr>
        <w:t>Zamawiający</w:t>
      </w:r>
      <w:r w:rsidRPr="00861537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861537">
        <w:rPr>
          <w:rFonts w:ascii="Tahoma" w:eastAsia="Times New Roman" w:hAnsi="Tahoma" w:cs="Tahoma"/>
          <w:b/>
          <w:lang w:eastAsia="pl-PL"/>
        </w:rPr>
        <w:t>Wykonawca</w:t>
      </w:r>
      <w:r w:rsidRPr="00861537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861537" w:rsidRPr="00861537" w:rsidRDefault="00861537" w:rsidP="00861537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861537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861537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861537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16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861537" w:rsidRPr="00861537" w:rsidRDefault="00861537" w:rsidP="00861537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b/>
          <w:bCs/>
          <w:lang w:eastAsia="pl-PL"/>
        </w:rPr>
        <w:t>§ 17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lang w:eastAsia="pl-PL"/>
        </w:rPr>
        <w:tab/>
      </w:r>
      <w:r w:rsidRPr="00861537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            </w:t>
      </w:r>
    </w:p>
    <w:p w:rsidR="00861537" w:rsidRPr="00861537" w:rsidRDefault="00861537" w:rsidP="00861537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lastRenderedPageBreak/>
        <w:t xml:space="preserve">Spory mogące wyniknąć z niniejszej umowy strony poddają rozstrzygnięciu sądu właściwego dla </w:t>
      </w:r>
      <w:r w:rsidRPr="00861537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861537">
        <w:rPr>
          <w:rFonts w:ascii="Tahoma" w:eastAsia="Times New Roman" w:hAnsi="Tahoma" w:cs="Tahoma"/>
          <w:lang w:eastAsia="pl-PL"/>
        </w:rPr>
        <w:t>.</w:t>
      </w: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19</w:t>
      </w:r>
    </w:p>
    <w:p w:rsidR="00861537" w:rsidRPr="00861537" w:rsidRDefault="00861537" w:rsidP="00861537">
      <w:pPr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861537" w:rsidRPr="00861537" w:rsidRDefault="00861537" w:rsidP="00861537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861537">
        <w:rPr>
          <w:rFonts w:ascii="Tahoma" w:eastAsia="Times New Roman" w:hAnsi="Tahoma" w:cs="Tahoma"/>
          <w:b/>
          <w:lang w:eastAsia="pl-PL"/>
        </w:rPr>
        <w:t>§ 20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        </w:t>
      </w: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861537">
        <w:rPr>
          <w:rFonts w:ascii="Tahoma" w:eastAsia="Times New Roman" w:hAnsi="Tahoma" w:cs="Tahoma"/>
          <w:lang w:eastAsia="pl-PL"/>
        </w:rPr>
        <w:t xml:space="preserve">   </w:t>
      </w:r>
      <w:r w:rsidRPr="00861537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861537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861537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861537" w:rsidRPr="00861537" w:rsidRDefault="00861537" w:rsidP="00861537">
      <w:pPr>
        <w:spacing w:after="0"/>
        <w:ind w:firstLine="708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6153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Pr="0086153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Pr="0086153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Pr="0086153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Pr="0086153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</w:p>
    <w:p w:rsidR="00FE40C4" w:rsidRDefault="00FE40C4"/>
    <w:sectPr w:rsidR="00FE40C4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AB" w:rsidRDefault="00B20EAB" w:rsidP="002B3BA7">
      <w:pPr>
        <w:spacing w:after="0" w:line="240" w:lineRule="auto"/>
      </w:pPr>
      <w:r>
        <w:separator/>
      </w:r>
    </w:p>
  </w:endnote>
  <w:endnote w:type="continuationSeparator" w:id="0">
    <w:p w:rsidR="00B20EAB" w:rsidRDefault="00B20EAB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AB" w:rsidRDefault="00B20EAB" w:rsidP="002B3BA7">
      <w:pPr>
        <w:spacing w:after="0" w:line="240" w:lineRule="auto"/>
      </w:pPr>
      <w:r>
        <w:separator/>
      </w:r>
    </w:p>
  </w:footnote>
  <w:footnote w:type="continuationSeparator" w:id="0">
    <w:p w:rsidR="00B20EAB" w:rsidRDefault="00B20EAB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1E330A"/>
    <w:rsid w:val="00266B4E"/>
    <w:rsid w:val="002B3BA7"/>
    <w:rsid w:val="002C191D"/>
    <w:rsid w:val="002F144E"/>
    <w:rsid w:val="0037742B"/>
    <w:rsid w:val="00464BBA"/>
    <w:rsid w:val="00501898"/>
    <w:rsid w:val="00532B11"/>
    <w:rsid w:val="00581473"/>
    <w:rsid w:val="005D507A"/>
    <w:rsid w:val="00604C29"/>
    <w:rsid w:val="007D50D8"/>
    <w:rsid w:val="00861537"/>
    <w:rsid w:val="00922F60"/>
    <w:rsid w:val="009318CF"/>
    <w:rsid w:val="00965059"/>
    <w:rsid w:val="009842F0"/>
    <w:rsid w:val="009B7B9C"/>
    <w:rsid w:val="00A30F66"/>
    <w:rsid w:val="00A31FDA"/>
    <w:rsid w:val="00AA0699"/>
    <w:rsid w:val="00AE7F5B"/>
    <w:rsid w:val="00B20EAB"/>
    <w:rsid w:val="00B94AFC"/>
    <w:rsid w:val="00EC09FF"/>
    <w:rsid w:val="00FE40C4"/>
    <w:rsid w:val="00FE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3</TotalTime>
  <Pages>7</Pages>
  <Words>2076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11</cp:revision>
  <cp:lastPrinted>2012-02-29T08:15:00Z</cp:lastPrinted>
  <dcterms:created xsi:type="dcterms:W3CDTF">2012-02-29T12:44:00Z</dcterms:created>
  <dcterms:modified xsi:type="dcterms:W3CDTF">2012-03-13T08:16:00Z</dcterms:modified>
</cp:coreProperties>
</file>